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75A551E5" w:rsidR="00B67D39" w:rsidRPr="006B56FD" w:rsidRDefault="00B67D39" w:rsidP="00111239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111239" w:rsidRPr="00111239">
              <w:rPr>
                <w:rFonts w:asciiTheme="minorHAnsi" w:hAnsiTheme="minorHAnsi" w:cstheme="minorHAnsi"/>
                <w:b/>
              </w:rPr>
              <w:t>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0F2A55E" w14:textId="77777777" w:rsidR="00800F5F" w:rsidRPr="00CC7E12" w:rsidRDefault="00800F5F" w:rsidP="00800F5F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7BEB3BB" w14:textId="77777777" w:rsidR="00800F5F" w:rsidRPr="00B67D39" w:rsidRDefault="00800F5F" w:rsidP="00800F5F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7A01E9B1" w14:textId="77777777" w:rsidR="00800F5F" w:rsidRPr="00B67D39" w:rsidRDefault="00800F5F" w:rsidP="00800F5F">
      <w:pPr>
        <w:rPr>
          <w:rFonts w:eastAsia="Verdana" w:cs="Times New Roman"/>
          <w:szCs w:val="18"/>
        </w:rPr>
      </w:pPr>
    </w:p>
    <w:p w14:paraId="366F268F" w14:textId="77777777" w:rsidR="00800F5F" w:rsidRPr="00CC7E12" w:rsidRDefault="00800F5F" w:rsidP="00800F5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61270E25" w14:textId="77777777" w:rsidR="00800F5F" w:rsidRPr="00CC7E12" w:rsidRDefault="00800F5F" w:rsidP="00800F5F">
      <w:pPr>
        <w:jc w:val="both"/>
        <w:rPr>
          <w:rFonts w:cstheme="minorHAnsi"/>
        </w:rPr>
      </w:pPr>
    </w:p>
    <w:p w14:paraId="3256853F" w14:textId="2BA9A01D" w:rsidR="00800F5F" w:rsidRPr="00CC7E12" w:rsidRDefault="00800F5F" w:rsidP="00800F5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9901BE" w:rsidRPr="009901BE">
        <w:rPr>
          <w:rFonts w:cstheme="minorHAnsi"/>
          <w:b/>
          <w:bCs/>
        </w:rPr>
        <w:t>Wymiana zasilacza UPS na potrzeby PGE Dystrybucja S.A. Oddział Białystok</w:t>
      </w:r>
      <w:r w:rsidRPr="00CC7E12">
        <w:rPr>
          <w:rFonts w:cstheme="minorHAnsi"/>
        </w:rPr>
        <w:t>, nr</w:t>
      </w:r>
      <w:r w:rsidR="009901BE">
        <w:rPr>
          <w:rFonts w:cstheme="minorHAnsi"/>
          <w:b/>
        </w:rPr>
        <w:t xml:space="preserve"> POST/DYS/OB/GZ/04458/2025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C4299A1" w14:textId="77777777" w:rsidR="00800F5F" w:rsidRPr="00CC7E12" w:rsidRDefault="00800F5F" w:rsidP="00800F5F">
      <w:pPr>
        <w:jc w:val="both"/>
        <w:rPr>
          <w:rFonts w:cstheme="minorHAnsi"/>
        </w:rPr>
      </w:pPr>
    </w:p>
    <w:p w14:paraId="620C83DD" w14:textId="77777777" w:rsidR="00800F5F" w:rsidRPr="00CC7E12" w:rsidRDefault="00800F5F" w:rsidP="00800F5F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52B8EFA" w14:textId="77777777" w:rsidR="00800F5F" w:rsidRPr="002C2C2F" w:rsidRDefault="00800F5F" w:rsidP="00800F5F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373D5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73D58">
        <w:rPr>
          <w:rFonts w:eastAsia="Times New Roman" w:cs="Arial"/>
        </w:rPr>
        <w:t>, zaktualizowanym rozporządzeniem Rady (UE) 2025/2033 (Dz.U. L, 2025/2033 z 23.10.2025) dalej: rozporządzenie 2025/2033</w:t>
      </w:r>
      <w:r w:rsidRPr="00373D58">
        <w:t>.</w:t>
      </w:r>
      <w:r w:rsidRPr="00373D58">
        <w:rPr>
          <w:vertAlign w:val="superscript"/>
        </w:rPr>
        <w:footnoteReference w:id="1"/>
      </w:r>
    </w:p>
    <w:p w14:paraId="4318D08E" w14:textId="77777777" w:rsidR="00800F5F" w:rsidRPr="002C2C2F" w:rsidRDefault="00800F5F" w:rsidP="00800F5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>
        <w:rPr>
          <w:rFonts w:cstheme="minorHAnsi"/>
        </w:rPr>
        <w:t xml:space="preserve">t.j.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2A05B938" w14:textId="77777777" w:rsidR="00800F5F" w:rsidRPr="00CC7E12" w:rsidRDefault="00800F5F" w:rsidP="00800F5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89F66D2" w14:textId="77777777" w:rsidR="00800F5F" w:rsidRPr="00CC7E12" w:rsidRDefault="00800F5F" w:rsidP="00800F5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56385915" w14:textId="77777777" w:rsidR="00800F5F" w:rsidRPr="00CC7E12" w:rsidRDefault="00800F5F" w:rsidP="00800F5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ABE6FD1" w14:textId="77777777" w:rsidR="00800F5F" w:rsidRPr="00CC7E12" w:rsidRDefault="00800F5F" w:rsidP="00800F5F">
      <w:pPr>
        <w:jc w:val="both"/>
        <w:rPr>
          <w:rFonts w:cstheme="minorHAnsi"/>
        </w:rPr>
      </w:pPr>
    </w:p>
    <w:p w14:paraId="06D48211" w14:textId="77777777" w:rsidR="00800F5F" w:rsidRPr="00CC7E12" w:rsidRDefault="00800F5F" w:rsidP="00800F5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218E7130" w14:textId="77777777" w:rsidR="00800F5F" w:rsidRPr="00CC7E12" w:rsidRDefault="00800F5F" w:rsidP="00800F5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098FBF3" w14:textId="77777777" w:rsidR="00800F5F" w:rsidRPr="00CC7E12" w:rsidRDefault="00800F5F" w:rsidP="00800F5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38069E5A" w14:textId="77777777" w:rsidR="00800F5F" w:rsidRPr="00CC7E12" w:rsidRDefault="00800F5F" w:rsidP="00800F5F">
      <w:pPr>
        <w:jc w:val="both"/>
        <w:rPr>
          <w:rFonts w:cstheme="minorHAnsi"/>
          <w:i/>
        </w:rPr>
      </w:pPr>
    </w:p>
    <w:p w14:paraId="70F5ACF2" w14:textId="77777777" w:rsidR="00800F5F" w:rsidRPr="00CC7E12" w:rsidRDefault="00800F5F" w:rsidP="00800F5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1BF8C058" w14:textId="77777777" w:rsidR="00800F5F" w:rsidRPr="00CC7E12" w:rsidRDefault="00800F5F" w:rsidP="00800F5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F7B055" w14:textId="77777777" w:rsidR="00800F5F" w:rsidRPr="00CC7E12" w:rsidRDefault="00800F5F" w:rsidP="00800F5F">
      <w:pPr>
        <w:jc w:val="both"/>
        <w:rPr>
          <w:rFonts w:cstheme="minorHAnsi"/>
        </w:rPr>
      </w:pPr>
    </w:p>
    <w:p w14:paraId="293487D8" w14:textId="77777777" w:rsidR="00800F5F" w:rsidRPr="00CC7E12" w:rsidRDefault="00800F5F" w:rsidP="00800F5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F4C3093" w14:textId="77777777" w:rsidR="00800F5F" w:rsidRPr="00CC7E12" w:rsidRDefault="00800F5F" w:rsidP="00800F5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8F05FB5" w14:textId="77777777" w:rsidR="00800F5F" w:rsidRPr="00CC7E12" w:rsidRDefault="00800F5F" w:rsidP="00800F5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894503D" w14:textId="77777777" w:rsidR="00800F5F" w:rsidRPr="00CC7E12" w:rsidRDefault="00800F5F" w:rsidP="00800F5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CD6F174" w14:textId="77777777" w:rsidR="00800F5F" w:rsidRPr="00CC7E12" w:rsidRDefault="00800F5F" w:rsidP="00800F5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1CF9B8F3" w14:textId="77777777" w:rsidR="00800F5F" w:rsidRPr="00CC7E12" w:rsidRDefault="00800F5F" w:rsidP="00800F5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B48B5A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E4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ABD2459" w14:textId="77777777" w:rsidR="00800F5F" w:rsidRPr="00872F1F" w:rsidRDefault="00800F5F" w:rsidP="00800F5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3528351D" w14:textId="77777777" w:rsidR="00800F5F" w:rsidRPr="00872F1F" w:rsidRDefault="00800F5F" w:rsidP="00800F5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628A57A6" w14:textId="77777777" w:rsidR="00800F5F" w:rsidRPr="00872F1F" w:rsidRDefault="00800F5F" w:rsidP="00800F5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70516B65" w14:textId="77777777" w:rsidR="00800F5F" w:rsidRPr="00872F1F" w:rsidRDefault="00800F5F" w:rsidP="00800F5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7E91F7B3" w14:textId="77777777" w:rsidR="00800F5F" w:rsidRPr="00872F1F" w:rsidRDefault="00800F5F" w:rsidP="00800F5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0D89187" w14:textId="77777777" w:rsidR="00800F5F" w:rsidRPr="00872F1F" w:rsidRDefault="00800F5F" w:rsidP="00800F5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4F53B97D" w14:textId="77777777" w:rsidR="00800F5F" w:rsidRPr="00872F1F" w:rsidRDefault="00800F5F" w:rsidP="00800F5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FFDB42" w14:textId="77777777" w:rsidR="00800F5F" w:rsidRPr="00872F1F" w:rsidRDefault="00800F5F" w:rsidP="00800F5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8B4D91" w14:textId="77777777" w:rsidR="00800F5F" w:rsidRPr="00872F1F" w:rsidRDefault="00800F5F" w:rsidP="00800F5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03B2E74D" w:rsidR="00347E8D" w:rsidRPr="006B2C28" w:rsidRDefault="004B334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9901BE">
            <w:rPr>
              <w:rFonts w:asciiTheme="majorHAnsi" w:hAnsiTheme="majorHAnsi"/>
              <w:color w:val="000000" w:themeColor="text1"/>
              <w:sz w:val="14"/>
              <w:szCs w:val="18"/>
            </w:rPr>
            <w:t>4458</w:t>
          </w:r>
          <w:r w:rsidR="004E0042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51BFC48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51BFC48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70943444">
    <w:abstractNumId w:val="17"/>
  </w:num>
  <w:num w:numId="2" w16cid:durableId="2109621757">
    <w:abstractNumId w:val="7"/>
  </w:num>
  <w:num w:numId="3" w16cid:durableId="1576161165">
    <w:abstractNumId w:val="12"/>
  </w:num>
  <w:num w:numId="4" w16cid:durableId="1056784401">
    <w:abstractNumId w:val="19"/>
  </w:num>
  <w:num w:numId="5" w16cid:durableId="1810710065">
    <w:abstractNumId w:val="17"/>
  </w:num>
  <w:num w:numId="6" w16cid:durableId="2100053732">
    <w:abstractNumId w:val="17"/>
  </w:num>
  <w:num w:numId="7" w16cid:durableId="1670137866">
    <w:abstractNumId w:val="3"/>
  </w:num>
  <w:num w:numId="8" w16cid:durableId="319819935">
    <w:abstractNumId w:val="26"/>
  </w:num>
  <w:num w:numId="9" w16cid:durableId="1872179489">
    <w:abstractNumId w:val="16"/>
  </w:num>
  <w:num w:numId="10" w16cid:durableId="790167827">
    <w:abstractNumId w:val="4"/>
  </w:num>
  <w:num w:numId="11" w16cid:durableId="1214393908">
    <w:abstractNumId w:val="13"/>
  </w:num>
  <w:num w:numId="12" w16cid:durableId="827793959">
    <w:abstractNumId w:val="11"/>
  </w:num>
  <w:num w:numId="13" w16cid:durableId="1536960281">
    <w:abstractNumId w:val="25"/>
  </w:num>
  <w:num w:numId="14" w16cid:durableId="1082410381">
    <w:abstractNumId w:val="21"/>
  </w:num>
  <w:num w:numId="15" w16cid:durableId="1230992390">
    <w:abstractNumId w:val="15"/>
  </w:num>
  <w:num w:numId="16" w16cid:durableId="1215383804">
    <w:abstractNumId w:val="9"/>
  </w:num>
  <w:num w:numId="17" w16cid:durableId="1533111617">
    <w:abstractNumId w:val="5"/>
  </w:num>
  <w:num w:numId="18" w16cid:durableId="12835315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8018970">
    <w:abstractNumId w:val="0"/>
  </w:num>
  <w:num w:numId="20" w16cid:durableId="587619769">
    <w:abstractNumId w:val="27"/>
  </w:num>
  <w:num w:numId="21" w16cid:durableId="1679965820">
    <w:abstractNumId w:val="1"/>
  </w:num>
  <w:num w:numId="22" w16cid:durableId="232551249">
    <w:abstractNumId w:val="14"/>
  </w:num>
  <w:num w:numId="23" w16cid:durableId="1704669825">
    <w:abstractNumId w:val="10"/>
  </w:num>
  <w:num w:numId="24" w16cid:durableId="1533617311">
    <w:abstractNumId w:val="20"/>
  </w:num>
  <w:num w:numId="25" w16cid:durableId="1579821551">
    <w:abstractNumId w:val="24"/>
  </w:num>
  <w:num w:numId="26" w16cid:durableId="190194307">
    <w:abstractNumId w:val="2"/>
  </w:num>
  <w:num w:numId="27" w16cid:durableId="1531455221">
    <w:abstractNumId w:val="23"/>
  </w:num>
  <w:num w:numId="28" w16cid:durableId="1005210143">
    <w:abstractNumId w:val="22"/>
  </w:num>
  <w:num w:numId="29" w16cid:durableId="373208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3847644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40BC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39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BC0"/>
    <w:rsid w:val="002A3129"/>
    <w:rsid w:val="002A48F7"/>
    <w:rsid w:val="002B5C62"/>
    <w:rsid w:val="002C2C2F"/>
    <w:rsid w:val="002C470F"/>
    <w:rsid w:val="002D4CAD"/>
    <w:rsid w:val="002E66AF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1524"/>
    <w:rsid w:val="003F257A"/>
    <w:rsid w:val="0040472A"/>
    <w:rsid w:val="00412E5B"/>
    <w:rsid w:val="00417E23"/>
    <w:rsid w:val="00421E47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B3342"/>
    <w:rsid w:val="004C2303"/>
    <w:rsid w:val="004D154B"/>
    <w:rsid w:val="004D63D5"/>
    <w:rsid w:val="004E0042"/>
    <w:rsid w:val="004E1AB0"/>
    <w:rsid w:val="004E7573"/>
    <w:rsid w:val="004F0C4A"/>
    <w:rsid w:val="004F20AD"/>
    <w:rsid w:val="004F6B10"/>
    <w:rsid w:val="00520308"/>
    <w:rsid w:val="00527193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0F5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01BE"/>
    <w:rsid w:val="00992FE3"/>
    <w:rsid w:val="0099653A"/>
    <w:rsid w:val="009A3C61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7237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12C6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2DC0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B6E5C"/>
    <w:rsid w:val="00CC7E12"/>
    <w:rsid w:val="00CD2022"/>
    <w:rsid w:val="00CE2F55"/>
    <w:rsid w:val="00D02E7E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44D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30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4458 - Załącznik nr 4 do SWZ - Oświadczenie wykluczenie.docx</dmsv2BaseFileName>
    <dmsv2BaseDisplayName xmlns="http://schemas.microsoft.com/sharepoint/v3">4458 - Załącznik nr 4 do SWZ - Oświadczenie wykluczenie</dmsv2BaseDisplayName>
    <dmsv2SWPP2ObjectNumber xmlns="http://schemas.microsoft.com/sharepoint/v3">POST/DYS/OB/GZ/04458/2025                         </dmsv2SWPP2ObjectNumber>
    <dmsv2SWPP2SumMD5 xmlns="http://schemas.microsoft.com/sharepoint/v3">3434105017f338065ea19f8644941096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701404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24003259</dmsv2BaseClientSystemDocumentID>
    <dmsv2BaseModifiedByID xmlns="http://schemas.microsoft.com/sharepoint/v3">11500149</dmsv2BaseModifiedByID>
    <dmsv2BaseCreatedByID xmlns="http://schemas.microsoft.com/sharepoint/v3">11500149</dmsv2BaseCreatedByID>
    <dmsv2SWPP2ObjectDepartment xmlns="http://schemas.microsoft.com/sharepoint/v3">00000001000700000000000h0002</dmsv2SWPP2ObjectDepartment>
    <dmsv2SWPP2ObjectName xmlns="http://schemas.microsoft.com/sharepoint/v3">Postępowanie</dmsv2SWPP2ObjectName>
    <_dlc_DocId xmlns="a19cb1c7-c5c7-46d4-85ae-d83685407bba">JEUP5JKVCYQC-1133723987-15335</_dlc_DocId>
    <_dlc_DocIdUrl xmlns="a19cb1c7-c5c7-46d4-85ae-d83685407bba">
      <Url>https://swpp2.dms.gkpge.pl/sites/41/_layouts/15/DocIdRedir.aspx?ID=JEUP5JKVCYQC-1133723987-15335</Url>
      <Description>JEUP5JKVCYQC-1133723987-15335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926A87-BF33-499D-A3FB-1384534DA795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A74C88-CA3E-4C64-9E01-09A9480DE9B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922F168-96D2-4BD8-A0A1-FF435BAF724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85</TotalTime>
  <Pages>2</Pages>
  <Words>781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Tołoczko Paulina [PGE Dystr. O.Białystok]</cp:lastModifiedBy>
  <cp:revision>27</cp:revision>
  <cp:lastPrinted>2024-07-15T11:21:00Z</cp:lastPrinted>
  <dcterms:created xsi:type="dcterms:W3CDTF">2025-01-15T13:15:00Z</dcterms:created>
  <dcterms:modified xsi:type="dcterms:W3CDTF">2025-12-10T17:57:00Z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7b0040a4-8ca1-4e51-964e-8463fe699950</vt:lpwstr>
  </property>
</Properties>
</file>